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3F" w:rsidRDefault="003A713F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3A713F" w:rsidRDefault="003A713F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3A713F" w:rsidRDefault="003A713F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3A713F" w:rsidRDefault="003A713F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A713F" w:rsidRDefault="003A713F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3A713F" w:rsidRDefault="003A713F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A713F" w:rsidRDefault="003A713F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3A713F" w:rsidRDefault="003A713F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3A713F" w:rsidRDefault="003A713F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3A713F" w:rsidRDefault="003A713F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3A713F" w:rsidRDefault="003A713F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3A713F" w:rsidRPr="009C67FF" w:rsidRDefault="003A713F" w:rsidP="00E35B0F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331D1A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 xml:space="preserve">Konserwacja i naprawy awaryjne urządzeń oświetlenia ulic własności Gminy Bydgoszcz </w:t>
      </w:r>
    </w:p>
    <w:p w:rsidR="003A713F" w:rsidRPr="00331D1A" w:rsidRDefault="003A713F" w:rsidP="00E35B0F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>na terenie Miasta Bydgoszczy w 2019 roku</w:t>
      </w: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–</w:t>
      </w:r>
      <w:r w:rsidRPr="004F3D20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sz w:val="21"/>
          <w:szCs w:val="21"/>
        </w:rPr>
        <w:t>OBSZAR IV”</w:t>
      </w:r>
    </w:p>
    <w:p w:rsidR="003A713F" w:rsidRDefault="003A713F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3A713F" w:rsidRDefault="003A713F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3A713F" w:rsidRDefault="003A713F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10.3. SIWZ </w:t>
      </w:r>
    </w:p>
    <w:p w:rsidR="003A713F" w:rsidRDefault="003A713F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3A713F" w:rsidRDefault="003A713F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3A713F" w:rsidRDefault="003A713F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3A713F" w:rsidRPr="0058716D" w:rsidRDefault="003A713F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3A713F" w:rsidRPr="00B256A2" w:rsidRDefault="003A713F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3A713F" w:rsidRPr="00B256A2" w:rsidRDefault="003A713F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Oświadczam, że w celu wykazania spełniania warunków udziału w postępowaniu, określonyc</w:t>
      </w:r>
      <w:r>
        <w:rPr>
          <w:rFonts w:ascii="Arial" w:hAnsi="Arial" w:cs="Arial"/>
          <w:sz w:val="21"/>
          <w:szCs w:val="21"/>
        </w:rPr>
        <w:t>h przez Zamawiającego w pkt 10.3</w:t>
      </w:r>
      <w:r w:rsidRPr="00B256A2">
        <w:rPr>
          <w:rFonts w:ascii="Arial" w:hAnsi="Arial" w:cs="Arial"/>
          <w:sz w:val="21"/>
          <w:szCs w:val="21"/>
        </w:rPr>
        <w:t xml:space="preserve">. SIWZ polegam na zasobach następującego/ych podmiotu/ów: </w:t>
      </w:r>
    </w:p>
    <w:p w:rsidR="003A713F" w:rsidRPr="00B256A2" w:rsidRDefault="003A713F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3A713F" w:rsidRPr="00B256A2" w:rsidRDefault="003A713F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:rsidR="003A713F" w:rsidRPr="00B256A2" w:rsidRDefault="003A713F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3A713F" w:rsidRPr="00B256A2" w:rsidRDefault="003A713F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3A713F" w:rsidRPr="00B256A2" w:rsidRDefault="003A713F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3A713F" w:rsidRPr="0058716D" w:rsidRDefault="003A713F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3A713F" w:rsidRPr="00B256A2" w:rsidRDefault="003A713F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3A713F" w:rsidRPr="003970CA" w:rsidRDefault="003A713F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3970CA">
        <w:rPr>
          <w:rFonts w:ascii="Arial" w:hAnsi="Arial" w:cs="Arial"/>
          <w:b/>
          <w:sz w:val="21"/>
          <w:szCs w:val="21"/>
        </w:rPr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3A713F" w:rsidRDefault="003A713F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3A713F" w:rsidRPr="003970CA" w:rsidRDefault="003A713F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3A713F" w:rsidRPr="003970CA" w:rsidRDefault="003A713F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3A713F" w:rsidRPr="003970CA" w:rsidRDefault="003A713F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3A713F" w:rsidRDefault="003A713F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A713F" w:rsidRDefault="003A713F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A713F" w:rsidRDefault="003A713F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A713F" w:rsidRDefault="003A713F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A713F" w:rsidRDefault="003A713F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3A713F" w:rsidRDefault="003A713F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3A713F" w:rsidRPr="003970CA" w:rsidRDefault="003A713F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3A713F" w:rsidRPr="003970CA" w:rsidRDefault="003A713F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3A713F" w:rsidRPr="003970CA" w:rsidRDefault="003A713F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 w:rsidRPr="002D0BAD"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3A713F" w:rsidRPr="003970CA" w:rsidRDefault="003A713F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3A713F" w:rsidRPr="003970CA" w:rsidRDefault="003A713F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3A713F" w:rsidRDefault="003A713F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A713F" w:rsidRDefault="003A713F"/>
    <w:sectPr w:rsidR="003A713F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13F" w:rsidRDefault="003A713F" w:rsidP="00A8229A">
      <w:pPr>
        <w:spacing w:after="0" w:line="240" w:lineRule="auto"/>
      </w:pPr>
      <w:r>
        <w:separator/>
      </w:r>
    </w:p>
  </w:endnote>
  <w:endnote w:type="continuationSeparator" w:id="0">
    <w:p w:rsidR="003A713F" w:rsidRDefault="003A713F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13F" w:rsidRPr="009E0E74" w:rsidRDefault="003A713F">
    <w:pPr>
      <w:pStyle w:val="Footer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:rsidR="003A713F" w:rsidRDefault="003A71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13F" w:rsidRDefault="003A713F" w:rsidP="00A8229A">
      <w:pPr>
        <w:spacing w:after="0" w:line="240" w:lineRule="auto"/>
      </w:pPr>
      <w:r>
        <w:separator/>
      </w:r>
    </w:p>
  </w:footnote>
  <w:footnote w:type="continuationSeparator" w:id="0">
    <w:p w:rsidR="003A713F" w:rsidRDefault="003A713F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13F" w:rsidRPr="003875C0" w:rsidRDefault="003A713F" w:rsidP="00A8229A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053/2018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 xml:space="preserve">spełnianiu warunków udziału w postępowaniu                   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 xml:space="preserve">9-IV </w:t>
    </w:r>
    <w:r w:rsidRPr="00037F0B">
      <w:rPr>
        <w:rFonts w:ascii="Arial" w:hAnsi="Arial" w:cs="Arial"/>
        <w:b/>
        <w:sz w:val="18"/>
        <w:szCs w:val="18"/>
      </w:rPr>
      <w:t>do SIWZ</w:t>
    </w:r>
    <w:r w:rsidRPr="00FF00B9">
      <w:rPr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C3A"/>
    <w:rsid w:val="0001626F"/>
    <w:rsid w:val="00037F0B"/>
    <w:rsid w:val="00067150"/>
    <w:rsid w:val="000837A3"/>
    <w:rsid w:val="000E3BCE"/>
    <w:rsid w:val="000E7FC7"/>
    <w:rsid w:val="00171C5B"/>
    <w:rsid w:val="001A30B9"/>
    <w:rsid w:val="001B0C00"/>
    <w:rsid w:val="001E400F"/>
    <w:rsid w:val="001E4815"/>
    <w:rsid w:val="00272C49"/>
    <w:rsid w:val="002C72A5"/>
    <w:rsid w:val="002D0BAD"/>
    <w:rsid w:val="00302945"/>
    <w:rsid w:val="00326C0E"/>
    <w:rsid w:val="00331D1A"/>
    <w:rsid w:val="003875C0"/>
    <w:rsid w:val="003970CA"/>
    <w:rsid w:val="003A713F"/>
    <w:rsid w:val="003D5C62"/>
    <w:rsid w:val="00421035"/>
    <w:rsid w:val="00434CE9"/>
    <w:rsid w:val="00460B35"/>
    <w:rsid w:val="00484B45"/>
    <w:rsid w:val="00495023"/>
    <w:rsid w:val="004C1087"/>
    <w:rsid w:val="004F3D20"/>
    <w:rsid w:val="00500758"/>
    <w:rsid w:val="00530581"/>
    <w:rsid w:val="00537DCC"/>
    <w:rsid w:val="0058716D"/>
    <w:rsid w:val="005B7576"/>
    <w:rsid w:val="005F1B18"/>
    <w:rsid w:val="005F65E5"/>
    <w:rsid w:val="006F58E8"/>
    <w:rsid w:val="00746A0E"/>
    <w:rsid w:val="007542A8"/>
    <w:rsid w:val="007B4B66"/>
    <w:rsid w:val="007E68BA"/>
    <w:rsid w:val="00954F73"/>
    <w:rsid w:val="009B35C6"/>
    <w:rsid w:val="009C67FF"/>
    <w:rsid w:val="009E0E74"/>
    <w:rsid w:val="00A36050"/>
    <w:rsid w:val="00A8229A"/>
    <w:rsid w:val="00A93CFF"/>
    <w:rsid w:val="00AA015A"/>
    <w:rsid w:val="00AF6E55"/>
    <w:rsid w:val="00B256A2"/>
    <w:rsid w:val="00BD6E7F"/>
    <w:rsid w:val="00BF5995"/>
    <w:rsid w:val="00C1499C"/>
    <w:rsid w:val="00C34C67"/>
    <w:rsid w:val="00C80FA0"/>
    <w:rsid w:val="00CF7C58"/>
    <w:rsid w:val="00D07E2E"/>
    <w:rsid w:val="00D5661C"/>
    <w:rsid w:val="00E20894"/>
    <w:rsid w:val="00E35B0F"/>
    <w:rsid w:val="00E87C3A"/>
    <w:rsid w:val="00EB61A6"/>
    <w:rsid w:val="00EE263B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3A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"/>
    <w:basedOn w:val="Normal"/>
    <w:link w:val="Head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8229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229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05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462</Words>
  <Characters>2774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24</cp:revision>
  <cp:lastPrinted>2018-11-19T08:10:00Z</cp:lastPrinted>
  <dcterms:created xsi:type="dcterms:W3CDTF">2018-02-20T07:53:00Z</dcterms:created>
  <dcterms:modified xsi:type="dcterms:W3CDTF">2018-11-19T08:10:00Z</dcterms:modified>
</cp:coreProperties>
</file>